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5E2BC0" w14:paraId="0DCF557D" w14:textId="77777777" w:rsidTr="00987DB5">
        <w:tc>
          <w:tcPr>
            <w:tcW w:w="9498" w:type="dxa"/>
          </w:tcPr>
          <w:p w14:paraId="0DCF5578" w14:textId="77777777" w:rsidR="00053BD0" w:rsidRPr="005E2BC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2BC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3A9B5F89" w:rsidR="00A30AF1" w:rsidRPr="005E2BC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E2B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5E2B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0DCF557A" w14:textId="77777777" w:rsidR="00A30AF1" w:rsidRPr="005E2BC0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E2B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DCF557B" w14:textId="77777777" w:rsidR="00053BD0" w:rsidRPr="005E2BC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5E2B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5E2BC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5E2BC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BA2066E" w:rsidR="0033636C" w:rsidRPr="0034373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73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43737" w:rsidRPr="00343737">
            <w:rPr>
              <w:rFonts w:ascii="Times New Roman" w:hAnsi="Times New Roman"/>
              <w:sz w:val="28"/>
              <w:szCs w:val="28"/>
            </w:rPr>
            <w:t>26 ноября 2025 года</w:t>
          </w:r>
        </w:sdtContent>
      </w:sdt>
      <w:r w:rsidRPr="0034373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43737" w:rsidRPr="00343737">
            <w:rPr>
              <w:rFonts w:ascii="Times New Roman" w:hAnsi="Times New Roman"/>
              <w:sz w:val="28"/>
              <w:szCs w:val="28"/>
            </w:rPr>
            <w:t>858</w:t>
          </w:r>
        </w:sdtContent>
      </w:sdt>
    </w:p>
    <w:p w14:paraId="0DCF557F" w14:textId="77777777" w:rsidR="0033636C" w:rsidRPr="005E2BC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2BC0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0DCF5580" w14:textId="4BC1A6D1" w:rsidR="0033636C" w:rsidRPr="005E2BC0" w:rsidRDefault="00093B08" w:rsidP="005E2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2BC0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2D0C10" w:rsidRPr="005E2BC0">
        <w:rPr>
          <w:rFonts w:ascii="Times New Roman" w:hAnsi="Times New Roman"/>
          <w:b/>
          <w:sz w:val="28"/>
          <w:szCs w:val="28"/>
        </w:rPr>
        <w:t xml:space="preserve">Положения о премии администрации </w:t>
      </w:r>
      <w:r w:rsidR="005E2BC0" w:rsidRPr="005E2BC0">
        <w:rPr>
          <w:rFonts w:ascii="Times New Roman" w:hAnsi="Times New Roman"/>
          <w:b/>
          <w:sz w:val="28"/>
          <w:szCs w:val="28"/>
        </w:rPr>
        <w:br/>
      </w:r>
      <w:r w:rsidR="002D0C10" w:rsidRPr="005E2BC0">
        <w:rPr>
          <w:rFonts w:ascii="Times New Roman" w:hAnsi="Times New Roman"/>
          <w:b/>
          <w:sz w:val="28"/>
          <w:szCs w:val="28"/>
        </w:rPr>
        <w:t xml:space="preserve">муниципального образования Ногликский муниципальный округ Сахалинской области, присуждаемой выпускникам общеобразовательных организаций, награжденным медалью </w:t>
      </w:r>
      <w:r w:rsidR="005E2BC0" w:rsidRPr="005E2BC0">
        <w:rPr>
          <w:rFonts w:ascii="Times New Roman" w:hAnsi="Times New Roman"/>
          <w:b/>
          <w:sz w:val="28"/>
          <w:szCs w:val="28"/>
        </w:rPr>
        <w:br/>
      </w:r>
      <w:r w:rsidR="002D0C10" w:rsidRPr="005E2BC0">
        <w:rPr>
          <w:rFonts w:ascii="Times New Roman" w:hAnsi="Times New Roman"/>
          <w:b/>
          <w:sz w:val="28"/>
          <w:szCs w:val="28"/>
        </w:rPr>
        <w:t>«За особые успехи в учении» I и II степеней, а также окончившим курс среднего общего образования на «отлично»</w:t>
      </w:r>
    </w:p>
    <w:p w14:paraId="0DCF5581" w14:textId="77777777" w:rsidR="00185FEC" w:rsidRPr="005E2BC0" w:rsidRDefault="00185FEC" w:rsidP="005E2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445A3C" w14:textId="0961C96F" w:rsidR="005E2BC0" w:rsidRPr="005E2BC0" w:rsidRDefault="00127D94" w:rsidP="001D0E4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2BC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В соответствии с Федеральным законом от </w:t>
      </w:r>
      <w:r w:rsidR="005E2BC0">
        <w:rPr>
          <w:rFonts w:ascii="Times New Roman" w:hAnsi="Times New Roman" w:cs="Times New Roman"/>
          <w:b w:val="0"/>
          <w:spacing w:val="2"/>
          <w:sz w:val="28"/>
          <w:szCs w:val="28"/>
        </w:rPr>
        <w:t>08.05.</w:t>
      </w:r>
      <w:r w:rsidR="004A0B00" w:rsidRPr="005E2BC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2010 № 83-ФЗ </w:t>
      </w:r>
      <w:r w:rsidR="005E2BC0">
        <w:rPr>
          <w:rFonts w:ascii="Times New Roman" w:hAnsi="Times New Roman" w:cs="Times New Roman"/>
          <w:b w:val="0"/>
          <w:spacing w:val="2"/>
          <w:sz w:val="28"/>
          <w:szCs w:val="28"/>
        </w:rPr>
        <w:br/>
      </w:r>
      <w:r w:rsidR="004A0B00" w:rsidRPr="005E2BC0">
        <w:rPr>
          <w:rFonts w:ascii="Times New Roman" w:hAnsi="Times New Roman" w:cs="Times New Roman"/>
          <w:b w:val="0"/>
          <w:sz w:val="28"/>
          <w:szCs w:val="28"/>
        </w:rPr>
        <w:t>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</w:t>
      </w:r>
      <w:r w:rsidRPr="005E2BC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Pr="005E2BC0">
        <w:rPr>
          <w:rFonts w:ascii="Times New Roman" w:hAnsi="Times New Roman" w:cs="Times New Roman"/>
          <w:b w:val="0"/>
          <w:sz w:val="28"/>
          <w:szCs w:val="28"/>
        </w:rPr>
        <w:t>руководствуясь ст. 36 Устава муниципального образования Ногликский муниципальный округ Сахалинской области,</w:t>
      </w:r>
      <w:r w:rsidR="00B32EB8" w:rsidRPr="005E2B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E2BC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 w:rsidRPr="005E2BC0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6983D6A8" w14:textId="634AC315" w:rsidR="005E2BC0" w:rsidRPr="005E2BC0" w:rsidRDefault="005E2BC0" w:rsidP="001D0E4F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E2BC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1. </w:t>
      </w:r>
      <w:r w:rsidR="00127D94" w:rsidRPr="005E2BC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Утвердить </w:t>
      </w:r>
      <w:r w:rsidR="002D0C10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Положение о премии администрации муниципального образования Ногликский муниципальный округ Сахалинской области, присуждаемой выпускникам общеобразовательных организаций, награжденным медалью «За особые успехи в учении» I и II степеней, а также окончившим курс среднего общего образования на «отлично» </w:t>
      </w:r>
      <w:r w:rsidR="00C2618C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(далее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C2618C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="00C2618C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Положение)</w:t>
      </w:r>
      <w:r w:rsidR="001D0E4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</w:t>
      </w:r>
      <w:r w:rsidR="00C2618C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согласно приложени</w:t>
      </w:r>
      <w:bookmarkStart w:id="0" w:name="_GoBack"/>
      <w:bookmarkEnd w:id="0"/>
      <w:r w:rsidR="00C2618C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ю</w:t>
      </w:r>
      <w:r w:rsidR="00915AAC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к настоящему постановлению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14:paraId="759BFA75" w14:textId="1469C171" w:rsidR="005E2BC0" w:rsidRPr="005E2BC0" w:rsidRDefault="005E2BC0" w:rsidP="001D0E4F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5E2BC0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127D94" w:rsidRPr="005E2BC0">
        <w:rPr>
          <w:rFonts w:ascii="Times New Roman" w:hAnsi="Times New Roman" w:cs="Times New Roman"/>
          <w:b w:val="0"/>
          <w:sz w:val="28"/>
          <w:szCs w:val="28"/>
        </w:rPr>
        <w:t>Считать утратившим силу постановление администрации муниципального образования «Городской округ Ногликский» от 1</w:t>
      </w:r>
      <w:r w:rsidR="002D0C10" w:rsidRPr="005E2BC0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.06.</w:t>
      </w:r>
      <w:r w:rsidR="00127D94" w:rsidRPr="005E2BC0">
        <w:rPr>
          <w:rFonts w:ascii="Times New Roman" w:hAnsi="Times New Roman" w:cs="Times New Roman"/>
          <w:b w:val="0"/>
          <w:sz w:val="28"/>
          <w:szCs w:val="28"/>
        </w:rPr>
        <w:t>20</w:t>
      </w:r>
      <w:r w:rsidR="002D0C10" w:rsidRPr="005E2BC0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="00127D94" w:rsidRPr="005E2BC0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7447D7" w:rsidRPr="005E2BC0">
        <w:rPr>
          <w:rFonts w:ascii="Times New Roman" w:hAnsi="Times New Roman" w:cs="Times New Roman"/>
          <w:b w:val="0"/>
          <w:sz w:val="28"/>
          <w:szCs w:val="28"/>
        </w:rPr>
        <w:t>3</w:t>
      </w:r>
      <w:r w:rsidR="002D0C10" w:rsidRPr="005E2BC0">
        <w:rPr>
          <w:rFonts w:ascii="Times New Roman" w:hAnsi="Times New Roman" w:cs="Times New Roman"/>
          <w:b w:val="0"/>
          <w:sz w:val="28"/>
          <w:szCs w:val="28"/>
        </w:rPr>
        <w:t>80</w:t>
      </w:r>
      <w:r w:rsidR="00127D94" w:rsidRPr="005E2BC0">
        <w:rPr>
          <w:rFonts w:ascii="Times New Roman" w:hAnsi="Times New Roman" w:cs="Times New Roman"/>
          <w:b w:val="0"/>
          <w:sz w:val="28"/>
          <w:szCs w:val="28"/>
        </w:rPr>
        <w:t xml:space="preserve"> «Об </w:t>
      </w:r>
      <w:r w:rsidR="000E4EC9" w:rsidRPr="005E2BC0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="002D0C10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Положения о премии администрации муниципального образования «Городской округ Ногликский», присуждаемой выпускникам общеобразовательных организаций, награжденным медалью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</w:r>
      <w:r w:rsidR="002D0C10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«За особые успехи в учении» I и II степеней, а также окончившим курс среднего общего образования на «отлично»</w:t>
      </w:r>
      <w:r w:rsidR="000E4EC9"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14:paraId="36CF1376" w14:textId="1732B70B" w:rsidR="00127D94" w:rsidRPr="005E2BC0" w:rsidRDefault="005E2BC0" w:rsidP="001D0E4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pacing w:val="2"/>
          <w:sz w:val="28"/>
          <w:szCs w:val="28"/>
        </w:rPr>
      </w:pPr>
      <w:r w:rsidRPr="005E2BC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3. </w:t>
      </w:r>
      <w:r w:rsidR="00127D94" w:rsidRPr="005E2BC0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="00127D94" w:rsidRPr="005E2BC0">
        <w:rPr>
          <w:rFonts w:ascii="Times New Roman" w:hAnsi="Times New Roman" w:cs="Times New Roman"/>
          <w:b w:val="0"/>
          <w:sz w:val="28"/>
          <w:szCs w:val="28"/>
        </w:rPr>
        <w:lastRenderedPageBreak/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16238FF5" w14:textId="382EC61F" w:rsidR="008D4281" w:rsidRPr="005E2BC0" w:rsidRDefault="005E2BC0" w:rsidP="001D0E4F">
      <w:pPr>
        <w:pStyle w:val="a8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E2BC0">
        <w:rPr>
          <w:rFonts w:ascii="Times New Roman" w:hAnsi="Times New Roman"/>
          <w:sz w:val="28"/>
          <w:szCs w:val="28"/>
        </w:rPr>
        <w:t xml:space="preserve">4. </w:t>
      </w:r>
      <w:r w:rsidR="008D4281" w:rsidRPr="005E2BC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</w:t>
      </w:r>
      <w:r>
        <w:rPr>
          <w:rFonts w:ascii="Times New Roman" w:hAnsi="Times New Roman"/>
          <w:sz w:val="28"/>
          <w:szCs w:val="28"/>
        </w:rPr>
        <w:br/>
      </w:r>
      <w:r w:rsidR="008D4281" w:rsidRPr="005E2BC0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14:paraId="412A5C00" w14:textId="75736455" w:rsidR="00127D94" w:rsidRPr="005E2BC0" w:rsidRDefault="005E2BC0" w:rsidP="001D0E4F">
      <w:pPr>
        <w:pStyle w:val="a8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E2BC0">
        <w:rPr>
          <w:rFonts w:ascii="Times New Roman" w:hAnsi="Times New Roman"/>
          <w:sz w:val="28"/>
          <w:szCs w:val="28"/>
          <w:shd w:val="clear" w:color="auto" w:fill="FFFFFF"/>
        </w:rPr>
        <w:t xml:space="preserve">5. </w:t>
      </w:r>
      <w:r w:rsidR="00127D94" w:rsidRPr="005E2BC0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2D0C10" w:rsidRPr="005E2BC0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="00A1526B" w:rsidRPr="005E2BC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27D94" w:rsidRPr="005E2BC0">
        <w:rPr>
          <w:rFonts w:ascii="Times New Roman" w:hAnsi="Times New Roman"/>
          <w:sz w:val="28"/>
          <w:szCs w:val="28"/>
          <w:shd w:val="clear" w:color="auto" w:fill="FFFFFF"/>
        </w:rPr>
        <w:t>вице-мэра муниципального образования Ногликский муниципальный округ Сахалинской области Русанов</w:t>
      </w:r>
      <w:r w:rsidR="000E4EC9" w:rsidRPr="005E2BC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127D94" w:rsidRPr="005E2BC0">
        <w:rPr>
          <w:rFonts w:ascii="Times New Roman" w:hAnsi="Times New Roman"/>
          <w:sz w:val="28"/>
          <w:szCs w:val="28"/>
          <w:shd w:val="clear" w:color="auto" w:fill="FFFFFF"/>
        </w:rPr>
        <w:t xml:space="preserve"> Я.С</w:t>
      </w:r>
      <w:r w:rsidR="00A1526B" w:rsidRPr="005E2BC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1184671" w14:textId="77777777" w:rsidR="00127D94" w:rsidRPr="005E2BC0" w:rsidRDefault="00127D94" w:rsidP="001D0E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854F72D" w14:textId="77777777" w:rsidR="00B92B90" w:rsidRDefault="00B92B90" w:rsidP="005E2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90B873" w14:textId="77777777" w:rsidR="005E2BC0" w:rsidRPr="005E2BC0" w:rsidRDefault="005E2BC0" w:rsidP="005E2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Pr="005E2BC0" w:rsidRDefault="008629FA" w:rsidP="005E2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BC0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7BBB9A7" w:rsidR="008629FA" w:rsidRPr="005E2BC0" w:rsidRDefault="008629FA" w:rsidP="005E2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BC0">
        <w:rPr>
          <w:rFonts w:ascii="Times New Roman" w:hAnsi="Times New Roman"/>
          <w:sz w:val="28"/>
          <w:szCs w:val="28"/>
        </w:rPr>
        <w:t>Ногликский</w:t>
      </w:r>
      <w:r w:rsidR="00093B08" w:rsidRPr="005E2BC0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92" w14:textId="28FE5B0B" w:rsidR="008629FA" w:rsidRPr="005E2BC0" w:rsidRDefault="00093B08" w:rsidP="005E2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BC0">
        <w:rPr>
          <w:rFonts w:ascii="Times New Roman" w:hAnsi="Times New Roman"/>
          <w:sz w:val="28"/>
          <w:szCs w:val="28"/>
        </w:rPr>
        <w:t>Саха</w:t>
      </w:r>
      <w:r w:rsidR="00B92B90" w:rsidRPr="005E2BC0">
        <w:rPr>
          <w:rFonts w:ascii="Times New Roman" w:hAnsi="Times New Roman"/>
          <w:sz w:val="28"/>
          <w:szCs w:val="28"/>
        </w:rPr>
        <w:t>л</w:t>
      </w:r>
      <w:r w:rsidRPr="005E2BC0">
        <w:rPr>
          <w:rFonts w:ascii="Times New Roman" w:hAnsi="Times New Roman"/>
          <w:sz w:val="28"/>
          <w:szCs w:val="28"/>
        </w:rPr>
        <w:t>инской области</w:t>
      </w:r>
      <w:r w:rsidR="00127D94" w:rsidRPr="005E2BC0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D15007" w:rsidRPr="005E2BC0">
        <w:rPr>
          <w:rFonts w:ascii="Times New Roman" w:hAnsi="Times New Roman"/>
          <w:sz w:val="28"/>
          <w:szCs w:val="28"/>
        </w:rPr>
        <w:t xml:space="preserve">         </w:t>
      </w:r>
      <w:r w:rsidR="00127D94" w:rsidRPr="005E2BC0">
        <w:rPr>
          <w:rFonts w:ascii="Times New Roman" w:hAnsi="Times New Roman"/>
          <w:sz w:val="28"/>
          <w:szCs w:val="28"/>
        </w:rPr>
        <w:t xml:space="preserve">                      С.В. Гурьянов</w:t>
      </w:r>
    </w:p>
    <w:sectPr w:rsidR="008629FA" w:rsidRPr="005E2BC0" w:rsidSect="005E2BC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E2BF9" w14:textId="77777777" w:rsidR="00AB108C" w:rsidRDefault="00AB108C" w:rsidP="0033636C">
      <w:pPr>
        <w:spacing w:after="0" w:line="240" w:lineRule="auto"/>
      </w:pPr>
      <w:r>
        <w:separator/>
      </w:r>
    </w:p>
  </w:endnote>
  <w:endnote w:type="continuationSeparator" w:id="0">
    <w:p w14:paraId="089F712D" w14:textId="77777777" w:rsidR="00AB108C" w:rsidRDefault="00AB108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29CBB" w14:textId="77777777" w:rsidR="00AB108C" w:rsidRDefault="00AB108C" w:rsidP="0033636C">
      <w:pPr>
        <w:spacing w:after="0" w:line="240" w:lineRule="auto"/>
      </w:pPr>
      <w:r>
        <w:separator/>
      </w:r>
    </w:p>
  </w:footnote>
  <w:footnote w:type="continuationSeparator" w:id="0">
    <w:p w14:paraId="721316A7" w14:textId="77777777" w:rsidR="00AB108C" w:rsidRDefault="00AB108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3126896"/>
      <w:docPartObj>
        <w:docPartGallery w:val="Page Numbers (Top of Page)"/>
        <w:docPartUnique/>
      </w:docPartObj>
    </w:sdtPr>
    <w:sdtEndPr/>
    <w:sdtContent>
      <w:p w14:paraId="4756BEC1" w14:textId="54184C2E" w:rsidR="005E2BC0" w:rsidRDefault="005E2B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73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645F6"/>
    <w:multiLevelType w:val="hybridMultilevel"/>
    <w:tmpl w:val="3F02A51A"/>
    <w:lvl w:ilvl="0" w:tplc="D3282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947D2F"/>
    <w:multiLevelType w:val="hybridMultilevel"/>
    <w:tmpl w:val="11D8F834"/>
    <w:lvl w:ilvl="0" w:tplc="8AE8576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E4EC9"/>
    <w:rsid w:val="00127D94"/>
    <w:rsid w:val="00127ED9"/>
    <w:rsid w:val="00177B4F"/>
    <w:rsid w:val="00185FEC"/>
    <w:rsid w:val="00192573"/>
    <w:rsid w:val="001D0E4F"/>
    <w:rsid w:val="001E1F9F"/>
    <w:rsid w:val="002003DC"/>
    <w:rsid w:val="002961B3"/>
    <w:rsid w:val="002B5CAC"/>
    <w:rsid w:val="002C6A62"/>
    <w:rsid w:val="002D0C10"/>
    <w:rsid w:val="002F47CC"/>
    <w:rsid w:val="00333806"/>
    <w:rsid w:val="0033636C"/>
    <w:rsid w:val="00343737"/>
    <w:rsid w:val="003C0604"/>
    <w:rsid w:val="003C741D"/>
    <w:rsid w:val="003E4257"/>
    <w:rsid w:val="004024F1"/>
    <w:rsid w:val="00420020"/>
    <w:rsid w:val="004A0B00"/>
    <w:rsid w:val="004C3F31"/>
    <w:rsid w:val="00520CBF"/>
    <w:rsid w:val="00594688"/>
    <w:rsid w:val="005E0517"/>
    <w:rsid w:val="005E2BC0"/>
    <w:rsid w:val="006239B9"/>
    <w:rsid w:val="0070115A"/>
    <w:rsid w:val="007447D7"/>
    <w:rsid w:val="00766B10"/>
    <w:rsid w:val="007F3FE1"/>
    <w:rsid w:val="008629FA"/>
    <w:rsid w:val="008D4281"/>
    <w:rsid w:val="00915AAC"/>
    <w:rsid w:val="00987DB5"/>
    <w:rsid w:val="00A1526B"/>
    <w:rsid w:val="00A30AF1"/>
    <w:rsid w:val="00AB108C"/>
    <w:rsid w:val="00AC72C8"/>
    <w:rsid w:val="00B10ED9"/>
    <w:rsid w:val="00B25688"/>
    <w:rsid w:val="00B32EB8"/>
    <w:rsid w:val="00B65E5F"/>
    <w:rsid w:val="00B74922"/>
    <w:rsid w:val="00B81D0E"/>
    <w:rsid w:val="00B92B90"/>
    <w:rsid w:val="00BB748F"/>
    <w:rsid w:val="00C02849"/>
    <w:rsid w:val="00C2618C"/>
    <w:rsid w:val="00D12794"/>
    <w:rsid w:val="00D15007"/>
    <w:rsid w:val="00D67BD8"/>
    <w:rsid w:val="00DE3DCF"/>
    <w:rsid w:val="00DF0E81"/>
    <w:rsid w:val="00DF7897"/>
    <w:rsid w:val="00E37B8A"/>
    <w:rsid w:val="00E4197E"/>
    <w:rsid w:val="00E609BC"/>
    <w:rsid w:val="00E95689"/>
    <w:rsid w:val="00EA01ED"/>
    <w:rsid w:val="00F7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127D94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27D94"/>
    <w:rPr>
      <w:rFonts w:ascii="Times New Roman" w:eastAsia="Times New Roman" w:hAnsi="Times New Roman"/>
      <w:sz w:val="26"/>
    </w:rPr>
  </w:style>
  <w:style w:type="character" w:customStyle="1" w:styleId="apple-converted-space">
    <w:name w:val="apple-converted-space"/>
    <w:rsid w:val="00127D94"/>
  </w:style>
  <w:style w:type="paragraph" w:customStyle="1" w:styleId="ConsPlusTitle">
    <w:name w:val="ConsPlusTitle"/>
    <w:rsid w:val="00127D9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127D9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5E2C"/>
    <w:rsid w:val="00146E5C"/>
    <w:rsid w:val="00195955"/>
    <w:rsid w:val="002C6A62"/>
    <w:rsid w:val="002F47CC"/>
    <w:rsid w:val="00333806"/>
    <w:rsid w:val="00526117"/>
    <w:rsid w:val="00594688"/>
    <w:rsid w:val="006239B9"/>
    <w:rsid w:val="0070115A"/>
    <w:rsid w:val="00766B10"/>
    <w:rsid w:val="009607C2"/>
    <w:rsid w:val="009B7FDB"/>
    <w:rsid w:val="00B13DA8"/>
    <w:rsid w:val="00BF0DB0"/>
    <w:rsid w:val="00C038C0"/>
    <w:rsid w:val="00C12798"/>
    <w:rsid w:val="00C95804"/>
    <w:rsid w:val="00CF735B"/>
    <w:rsid w:val="00DB457B"/>
    <w:rsid w:val="00DE3DCF"/>
    <w:rsid w:val="00E7774E"/>
    <w:rsid w:val="00E95689"/>
    <w:rsid w:val="00F7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2025-11-26T04:24:00Z</dcterms:created>
  <dcterms:modified xsi:type="dcterms:W3CDTF">2025-11-26T04:26:00Z</dcterms:modified>
</cp:coreProperties>
</file>